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9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4961"/>
        <w:gridCol w:w="311"/>
      </w:tblGrid>
      <w:tr w:rsidR="00D40650" w14:paraId="55942A01" w14:textId="77777777" w:rsidTr="002560B1">
        <w:trPr>
          <w:trHeight w:val="1905"/>
        </w:trPr>
        <w:tc>
          <w:tcPr>
            <w:tcW w:w="4678" w:type="dxa"/>
          </w:tcPr>
          <w:p w14:paraId="559429FF" w14:textId="63B604F0" w:rsidR="00D40650" w:rsidRPr="00A10E66" w:rsidRDefault="00F3446C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5942A30" wp14:editId="58E8549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9725" cy="935990"/>
                  <wp:effectExtent l="0" t="0" r="0" b="0"/>
                  <wp:wrapNone/>
                  <wp:docPr id="2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72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272" w:type="dxa"/>
            <w:gridSpan w:val="2"/>
          </w:tcPr>
          <w:p w14:paraId="55942A00" w14:textId="77777777" w:rsidR="00BC1A62" w:rsidRPr="00BC1A62" w:rsidRDefault="00BC1A62" w:rsidP="00784737">
            <w:pPr>
              <w:pStyle w:val="AK"/>
              <w:ind w:left="425"/>
            </w:pPr>
          </w:p>
        </w:tc>
      </w:tr>
      <w:tr w:rsidR="00D40650" w:rsidRPr="001D4CFB" w14:paraId="55942A0B" w14:textId="77777777" w:rsidTr="002560B1">
        <w:trPr>
          <w:gridAfter w:val="1"/>
          <w:wAfter w:w="311" w:type="dxa"/>
          <w:trHeight w:val="1985"/>
        </w:trPr>
        <w:tc>
          <w:tcPr>
            <w:tcW w:w="4678" w:type="dxa"/>
          </w:tcPr>
          <w:sdt>
            <w:sdtPr>
              <w:alias w:val="Saatja/adressaat"/>
              <w:tag w:val="Isik"/>
              <w:id w:val="-938369058"/>
              <w:placeholder>
                <w:docPart w:val="44930A1AF23343858C30C11BBFB2B588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Isik[1]" w:storeItemID="{8F11CDE5-CD88-48A0-8C3C-AFEFC3EA5071}"/>
              <w:text/>
            </w:sdtPr>
            <w:sdtEndPr/>
            <w:sdtContent>
              <w:p w14:paraId="46916939" w14:textId="3DD3F349" w:rsidR="00371A7B" w:rsidRDefault="006A47FD" w:rsidP="00BC1A62">
                <w:pPr>
                  <w:pStyle w:val="Adressaat"/>
                </w:pPr>
                <w:proofErr w:type="spellStart"/>
                <w:r>
                  <w:t>Bert</w:t>
                </w:r>
                <w:proofErr w:type="spellEnd"/>
                <w:r>
                  <w:t xml:space="preserve"> Holm</w:t>
                </w:r>
              </w:p>
            </w:sdtContent>
          </w:sdt>
          <w:sdt>
            <w:sdtPr>
              <w:alias w:val="Asutus"/>
              <w:tag w:val="Asutus"/>
              <w:id w:val="-1474741511"/>
              <w:placeholder>
                <w:docPart w:val="421CD45A0D7B496BB72E03BE28EEBD1F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Asutus[1]" w:storeItemID="{8F11CDE5-CD88-48A0-8C3C-AFEFC3EA5071}"/>
              <w:text/>
            </w:sdtPr>
            <w:sdtEndPr/>
            <w:sdtContent>
              <w:p w14:paraId="48CCC525" w14:textId="30CAAECF" w:rsidR="00371A7B" w:rsidRDefault="006A47FD" w:rsidP="00BC1A62">
                <w:pPr>
                  <w:pStyle w:val="Adressaat"/>
                </w:pPr>
                <w:r>
                  <w:t>Riigimetsa Majandamise Keskus</w:t>
                </w:r>
              </w:p>
            </w:sdtContent>
          </w:sdt>
          <w:sdt>
            <w:sdtPr>
              <w:rPr>
                <w:iCs/>
              </w:rPr>
              <w:alias w:val="E-posti aadress"/>
              <w:tag w:val="E-posti_x0020_aadress"/>
              <w:id w:val="-1821649039"/>
              <w:placeholder>
                <w:docPart w:val="0D1A0B42E7A5465FAC9A5203DF9CEF07"/>
              </w:placeholder>
              <w:dataBinding w:prefixMappings="xmlns:ns0='http://schemas.microsoft.com/office/2006/metadata/properties' xmlns:ns1='http://www.w3.org/2001/XMLSchema-instance' xmlns:ns2='4f28efae-2a20-4782-b43d-2717bdd273fa' " w:xpath="/ns0:properties[1]/documentManagement[1]/ns2:E-posti_x0020_aadress[1]" w:storeItemID="{8F11CDE5-CD88-48A0-8C3C-AFEFC3EA5071}"/>
              <w:text/>
            </w:sdtPr>
            <w:sdtEndPr/>
            <w:sdtContent>
              <w:p w14:paraId="55942A06" w14:textId="76D72AD7" w:rsidR="003B2A9C" w:rsidRPr="00BF4D7C" w:rsidRDefault="006A47FD" w:rsidP="00371A7B">
                <w:pPr>
                  <w:pStyle w:val="Adressaat"/>
                  <w:rPr>
                    <w:iCs/>
                  </w:rPr>
                </w:pPr>
                <w:r>
                  <w:rPr>
                    <w:iCs/>
                  </w:rPr>
                  <w:t>bert.holm@rmk.ee</w:t>
                </w:r>
              </w:p>
            </w:sdtContent>
          </w:sdt>
        </w:tc>
        <w:tc>
          <w:tcPr>
            <w:tcW w:w="4961" w:type="dxa"/>
          </w:tcPr>
          <w:p w14:paraId="55942A07" w14:textId="448274B6" w:rsidR="00124999" w:rsidRPr="006B118C" w:rsidRDefault="00262E94" w:rsidP="00227EAC">
            <w:pPr>
              <w:spacing w:line="240" w:lineRule="auto"/>
              <w:ind w:left="425"/>
            </w:pPr>
            <w:r>
              <w:t>Teie</w:t>
            </w:r>
            <w:r w:rsidR="00371A7B">
              <w:t xml:space="preserve"> </w:t>
            </w:r>
            <w:sdt>
              <w:sdtPr>
                <w:alias w:val="Saatja kuupäev"/>
                <w:tag w:val="Saatja_x0020_kuupäev"/>
                <w:id w:val="-1829442424"/>
                <w:placeholder>
                  <w:docPart w:val="96ECB1E8BDFF469D83C7B37D33224268"/>
                </w:placeholder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Saatja_x0020_kuupäev[1]" w:storeItemID="{8F11CDE5-CD88-48A0-8C3C-AFEFC3EA5071}"/>
                <w:date w:fullDate="2023-03-10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6A47FD">
                  <w:t>10.03.2023</w:t>
                </w:r>
              </w:sdtContent>
            </w:sdt>
            <w:r w:rsidR="00371A7B">
              <w:t xml:space="preserve"> </w:t>
            </w:r>
          </w:p>
          <w:p w14:paraId="55942A08" w14:textId="77777777" w:rsidR="00BF4D7C" w:rsidRPr="006B118C" w:rsidRDefault="00BF4D7C" w:rsidP="00227EAC">
            <w:pPr>
              <w:spacing w:line="240" w:lineRule="auto"/>
              <w:ind w:left="425"/>
            </w:pPr>
          </w:p>
          <w:p w14:paraId="55942A09" w14:textId="52A63C30" w:rsidR="00EC028D" w:rsidRPr="005E7E54" w:rsidRDefault="00262E94" w:rsidP="00227EAC">
            <w:pPr>
              <w:spacing w:line="240" w:lineRule="auto"/>
              <w:ind w:left="425"/>
              <w:jc w:val="left"/>
            </w:pPr>
            <w:r>
              <w:t>Meie</w:t>
            </w:r>
            <w:r w:rsidR="00EC028D">
              <w:t xml:space="preserve"> </w:t>
            </w:r>
            <w:sdt>
              <w:sdtPr>
                <w:alias w:val="Registreerimise kuupäev"/>
                <w:tag w:val="RMRegistrationDate"/>
                <w:id w:val="1890454166"/>
                <w:placeholder>
                  <w:docPart w:val="D726FD2301C84C08B460F3731620D30F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gistrationDate[1]" w:storeItemID="{8F11CDE5-CD88-48A0-8C3C-AFEFC3EA5071}"/>
                <w:date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[Registreerimise kuupäev]</w:t>
                </w:r>
              </w:sdtContent>
            </w:sdt>
            <w:r w:rsidR="00371A7B">
              <w:t xml:space="preserve"> </w:t>
            </w:r>
            <w:r w:rsidR="00EC028D" w:rsidRPr="005E7E54">
              <w:t xml:space="preserve">nr </w:t>
            </w:r>
            <w:sdt>
              <w:sdtPr>
                <w:alias w:val="Registreerimisnumber"/>
                <w:tag w:val="RMReferenceCode"/>
                <w:id w:val="1889219399"/>
                <w:placeholder>
                  <w:docPart w:val="427CE42C46EC4A15A0CF1F59CA922DF7"/>
                </w:placeholder>
                <w:showingPlcHdr/>
                <w:dataBinding w:prefixMappings="xmlns:ns0='http://schemas.microsoft.com/office/2006/metadata/properties' xmlns:ns1='http://www.w3.org/2001/XMLSchema-instance' xmlns:ns2='4f28efae-2a20-4782-b43d-2717bdd273fa' " w:xpath="/ns0:properties[1]/documentManagement[1]/ns2:RMReferenceCode[1]" w:storeItemID="{8F11CDE5-CD88-48A0-8C3C-AFEFC3EA5071}"/>
                <w:text/>
              </w:sdtPr>
              <w:sdtEndPr/>
              <w:sdtContent>
                <w:r w:rsidR="00371A7B" w:rsidRPr="004B6E3E">
                  <w:rPr>
                    <w:rStyle w:val="Kohatitetekst"/>
                  </w:rPr>
                  <w:t>[Registreerimisnumber]</w:t>
                </w:r>
              </w:sdtContent>
            </w:sdt>
          </w:p>
          <w:p w14:paraId="55942A0A" w14:textId="77777777" w:rsidR="003B2A9C" w:rsidRPr="001D4CFB" w:rsidRDefault="003B2A9C" w:rsidP="00371A7B">
            <w:pPr>
              <w:ind w:left="-425"/>
              <w:jc w:val="left"/>
            </w:pPr>
          </w:p>
        </w:tc>
      </w:tr>
    </w:tbl>
    <w:sdt>
      <w:sdtPr>
        <w:alias w:val="Tiitel"/>
        <w:tag w:val=""/>
        <w:id w:val="-621767140"/>
        <w:placeholder>
          <w:docPart w:val="F2F803D466A644A7B611A8826D03E02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p w14:paraId="55942A0C" w14:textId="3E2E2031" w:rsidR="00BC1A62" w:rsidRPr="00835858" w:rsidRDefault="006A47FD" w:rsidP="00500E3C">
          <w:pPr>
            <w:pStyle w:val="Pealkiri1"/>
            <w:tabs>
              <w:tab w:val="left" w:pos="4820"/>
            </w:tabs>
            <w:ind w:right="4251"/>
          </w:pPr>
          <w:r>
            <w:t>Looduskaitsetöö lähteülesanne (</w:t>
          </w:r>
          <w:proofErr w:type="spellStart"/>
          <w:r>
            <w:t>Rõuma</w:t>
          </w:r>
          <w:proofErr w:type="spellEnd"/>
          <w:r>
            <w:t xml:space="preserve"> lubjarikas aruniit)</w:t>
          </w:r>
        </w:p>
      </w:sdtContent>
    </w:sdt>
    <w:p w14:paraId="55942A0E" w14:textId="176D2AD0" w:rsidR="00A13FDE" w:rsidRDefault="00262E94" w:rsidP="00F52ADA">
      <w:pPr>
        <w:pStyle w:val="Snum"/>
      </w:pPr>
      <w:r>
        <w:t xml:space="preserve">Austatud </w:t>
      </w:r>
      <w:proofErr w:type="spellStart"/>
      <w:r w:rsidR="006A47FD">
        <w:t>Bert</w:t>
      </w:r>
      <w:proofErr w:type="spellEnd"/>
      <w:r w:rsidR="006A47FD">
        <w:t xml:space="preserve"> Holm</w:t>
      </w:r>
    </w:p>
    <w:p w14:paraId="55942A0F" w14:textId="77777777" w:rsidR="00A13FDE" w:rsidRDefault="00A13FDE" w:rsidP="00F52ADA">
      <w:pPr>
        <w:pStyle w:val="Snum"/>
      </w:pPr>
    </w:p>
    <w:p w14:paraId="05A4C7A8" w14:textId="77777777" w:rsidR="005F38B8" w:rsidRDefault="005F38B8" w:rsidP="00F52ADA">
      <w:pPr>
        <w:pStyle w:val="Snum"/>
      </w:pPr>
    </w:p>
    <w:p w14:paraId="2644BBAB" w14:textId="71B4AD6C" w:rsidR="006A47FD" w:rsidRPr="004C0E6B" w:rsidRDefault="006A47FD" w:rsidP="006A47FD">
      <w:pPr>
        <w:pStyle w:val="Default"/>
        <w:jc w:val="both"/>
      </w:pPr>
      <w:r w:rsidRPr="004C0E6B">
        <w:rPr>
          <w:color w:val="auto"/>
        </w:rPr>
        <w:t xml:space="preserve">Esitasite Keskkonnaametile kooskõlastamiseks looduskaitsetööde lähteülesande (ID </w:t>
      </w:r>
      <w:r>
        <w:rPr>
          <w:color w:val="auto"/>
        </w:rPr>
        <w:t>2172</w:t>
      </w:r>
      <w:r w:rsidRPr="004C0E6B">
        <w:rPr>
          <w:color w:val="auto"/>
        </w:rPr>
        <w:t>)</w:t>
      </w:r>
      <w:r>
        <w:rPr>
          <w:color w:val="auto"/>
        </w:rPr>
        <w:t xml:space="preserve"> </w:t>
      </w:r>
      <w:r w:rsidRPr="004C0E6B">
        <w:rPr>
          <w:color w:val="auto"/>
        </w:rPr>
        <w:t xml:space="preserve"> </w:t>
      </w:r>
      <w:r>
        <w:rPr>
          <w:color w:val="auto"/>
        </w:rPr>
        <w:t>0,42 h</w:t>
      </w:r>
      <w:r w:rsidRPr="004C0E6B">
        <w:rPr>
          <w:color w:val="auto"/>
        </w:rPr>
        <w:t xml:space="preserve">a suuruselt </w:t>
      </w:r>
      <w:r>
        <w:rPr>
          <w:color w:val="auto"/>
        </w:rPr>
        <w:t>pärandniidult pealetungiva lehtpuuvõsa eemaldamiseks</w:t>
      </w:r>
      <w:r w:rsidRPr="004C0E6B">
        <w:rPr>
          <w:color w:val="auto"/>
        </w:rPr>
        <w:t xml:space="preserve"> </w:t>
      </w:r>
      <w:r>
        <w:rPr>
          <w:color w:val="auto"/>
        </w:rPr>
        <w:t>katastriüksus</w:t>
      </w:r>
      <w:r w:rsidRPr="004C0E6B">
        <w:rPr>
          <w:color w:val="auto"/>
        </w:rPr>
        <w:t xml:space="preserve">el </w:t>
      </w:r>
      <w:r w:rsidRPr="0065629B">
        <w:t>68001:002:0214</w:t>
      </w:r>
      <w:r>
        <w:t>.</w:t>
      </w:r>
      <w:r w:rsidRPr="004C0E6B">
        <w:t xml:space="preserve"> </w:t>
      </w:r>
      <w:r w:rsidRPr="004C0E6B">
        <w:rPr>
          <w:color w:val="auto"/>
        </w:rPr>
        <w:t xml:space="preserve">Tegemist on hoolduses oleva </w:t>
      </w:r>
      <w:r>
        <w:rPr>
          <w:color w:val="auto"/>
        </w:rPr>
        <w:t>lubjarikka aruniiduga</w:t>
      </w:r>
      <w:r w:rsidRPr="004C0E6B">
        <w:rPr>
          <w:color w:val="auto"/>
        </w:rPr>
        <w:t xml:space="preserve"> (</w:t>
      </w:r>
      <w:r>
        <w:rPr>
          <w:color w:val="auto"/>
        </w:rPr>
        <w:t>6210)</w:t>
      </w:r>
      <w:r w:rsidRPr="004C0E6B">
        <w:rPr>
          <w:color w:val="auto"/>
        </w:rPr>
        <w:t>.</w:t>
      </w:r>
    </w:p>
    <w:p w14:paraId="35E04EF6" w14:textId="77777777" w:rsidR="006A47FD" w:rsidRPr="004C0E6B" w:rsidRDefault="006A47FD" w:rsidP="006A47FD">
      <w:pPr>
        <w:pStyle w:val="Default"/>
        <w:jc w:val="both"/>
        <w:rPr>
          <w:color w:val="auto"/>
        </w:rPr>
      </w:pPr>
    </w:p>
    <w:p w14:paraId="79420F6A" w14:textId="27F32D0F" w:rsidR="006A47FD" w:rsidRDefault="006A47FD" w:rsidP="006A47FD">
      <w:pPr>
        <w:pStyle w:val="Default"/>
        <w:jc w:val="both"/>
        <w:rPr>
          <w:rFonts w:eastAsia="Times New Roman"/>
          <w:color w:val="auto"/>
          <w:lang w:eastAsia="et-EE"/>
        </w:rPr>
      </w:pPr>
      <w:r w:rsidRPr="00D86CA7">
        <w:rPr>
          <w:rFonts w:eastAsia="Times New Roman"/>
          <w:color w:val="auto"/>
          <w:lang w:eastAsia="et-EE"/>
        </w:rPr>
        <w:t xml:space="preserve">Vastavalt Vabariigi valitsuse </w:t>
      </w:r>
      <w:r>
        <w:rPr>
          <w:rFonts w:eastAsia="Times New Roman"/>
          <w:color w:val="auto"/>
          <w:lang w:eastAsia="et-EE"/>
        </w:rPr>
        <w:t>22.12.2005</w:t>
      </w:r>
      <w:r w:rsidRPr="00D86CA7">
        <w:rPr>
          <w:rFonts w:eastAsia="Times New Roman"/>
          <w:color w:val="auto"/>
          <w:lang w:eastAsia="et-EE"/>
        </w:rPr>
        <w:t xml:space="preserve"> määrusele nr </w:t>
      </w:r>
      <w:r>
        <w:rPr>
          <w:rFonts w:eastAsia="Times New Roman"/>
          <w:color w:val="auto"/>
          <w:lang w:eastAsia="et-EE"/>
        </w:rPr>
        <w:t>320</w:t>
      </w:r>
      <w:r w:rsidRPr="00D86CA7">
        <w:rPr>
          <w:rFonts w:eastAsia="Times New Roman"/>
          <w:color w:val="auto"/>
          <w:lang w:eastAsia="et-EE"/>
        </w:rPr>
        <w:t xml:space="preserve"> „M</w:t>
      </w:r>
      <w:r>
        <w:rPr>
          <w:rFonts w:eastAsia="Times New Roman"/>
          <w:color w:val="auto"/>
          <w:lang w:eastAsia="et-EE"/>
        </w:rPr>
        <w:t>arimetsa looduskaitseala kaitse-eeskiri</w:t>
      </w:r>
      <w:r w:rsidRPr="00D86CA7">
        <w:rPr>
          <w:rFonts w:eastAsia="Times New Roman"/>
          <w:color w:val="auto"/>
          <w:lang w:eastAsia="et-EE"/>
        </w:rPr>
        <w:t xml:space="preserve">“ on </w:t>
      </w:r>
      <w:r>
        <w:rPr>
          <w:rFonts w:eastAsia="Times New Roman"/>
          <w:color w:val="auto"/>
          <w:lang w:eastAsia="et-EE"/>
        </w:rPr>
        <w:t xml:space="preserve">kaitse eesmärgiks </w:t>
      </w:r>
      <w:bookmarkStart w:id="0" w:name="_Hlk129599833"/>
      <w:r>
        <w:rPr>
          <w:rFonts w:eastAsia="Times New Roman"/>
          <w:color w:val="auto"/>
          <w:lang w:eastAsia="et-EE"/>
        </w:rPr>
        <w:t xml:space="preserve">EU direktiivi lisa I </w:t>
      </w:r>
      <w:bookmarkEnd w:id="0"/>
      <w:r>
        <w:rPr>
          <w:rFonts w:eastAsia="Times New Roman"/>
          <w:color w:val="auto"/>
          <w:lang w:eastAsia="et-EE"/>
        </w:rPr>
        <w:t>elupaigatüüpide</w:t>
      </w:r>
      <w:r w:rsidRPr="00D86CA7">
        <w:rPr>
          <w:rFonts w:eastAsia="Times New Roman"/>
          <w:color w:val="auto"/>
          <w:lang w:eastAsia="et-EE"/>
        </w:rPr>
        <w:t xml:space="preserve"> </w:t>
      </w:r>
      <w:r>
        <w:rPr>
          <w:rFonts w:eastAsia="Times New Roman"/>
          <w:color w:val="auto"/>
          <w:lang w:eastAsia="et-EE"/>
        </w:rPr>
        <w:t>säilitamine.</w:t>
      </w:r>
    </w:p>
    <w:p w14:paraId="76564825" w14:textId="77777777" w:rsidR="006A47FD" w:rsidRDefault="006A47FD" w:rsidP="006A47FD">
      <w:pPr>
        <w:pStyle w:val="Default"/>
        <w:jc w:val="both"/>
        <w:rPr>
          <w:rFonts w:eastAsia="Times New Roman"/>
          <w:color w:val="auto"/>
          <w:lang w:eastAsia="et-EE"/>
        </w:rPr>
      </w:pPr>
    </w:p>
    <w:p w14:paraId="671AB058" w14:textId="77777777" w:rsidR="006A47FD" w:rsidRPr="00D86CA7" w:rsidRDefault="006A47FD" w:rsidP="006A47FD">
      <w:pPr>
        <w:pStyle w:val="Default"/>
        <w:jc w:val="both"/>
        <w:rPr>
          <w:color w:val="auto"/>
        </w:rPr>
      </w:pPr>
      <w:r>
        <w:rPr>
          <w:rFonts w:eastAsia="Times New Roman"/>
          <w:color w:val="auto"/>
          <w:lang w:eastAsia="et-EE"/>
        </w:rPr>
        <w:t xml:space="preserve">Antud asukohas on </w:t>
      </w:r>
      <w:proofErr w:type="spellStart"/>
      <w:r>
        <w:rPr>
          <w:rFonts w:eastAsia="Times New Roman"/>
          <w:color w:val="auto"/>
          <w:lang w:eastAsia="et-EE"/>
        </w:rPr>
        <w:t>EELIS-e</w:t>
      </w:r>
      <w:proofErr w:type="spellEnd"/>
      <w:r>
        <w:rPr>
          <w:rFonts w:eastAsia="Times New Roman"/>
          <w:color w:val="auto"/>
          <w:lang w:eastAsia="et-EE"/>
        </w:rPr>
        <w:t xml:space="preserve"> andmetel registreeritud I kaitsekategooria liigi kaljukotkas ja II kaitsekategooria liigi metsis elupaigad, seega võib töid teostada väljaspool pesitsusaega vahemikus 1.08 kuni 1.02.  </w:t>
      </w:r>
    </w:p>
    <w:p w14:paraId="05EC1862" w14:textId="77777777" w:rsidR="006A47FD" w:rsidRDefault="006A47FD" w:rsidP="006A47FD">
      <w:pPr>
        <w:pStyle w:val="Snum"/>
        <w:rPr>
          <w:rFonts w:eastAsiaTheme="minorHAnsi"/>
          <w:kern w:val="0"/>
          <w:sz w:val="23"/>
          <w:szCs w:val="23"/>
          <w:lang w:eastAsia="en-US" w:bidi="ar-SA"/>
        </w:rPr>
      </w:pPr>
    </w:p>
    <w:p w14:paraId="55942A12" w14:textId="4D70171B" w:rsidR="00A13FDE" w:rsidRDefault="006A47FD" w:rsidP="006A47FD">
      <w:pPr>
        <w:pStyle w:val="Snum"/>
      </w:pPr>
      <w:r w:rsidRPr="008002F1">
        <w:rPr>
          <w:rFonts w:eastAsiaTheme="minorHAnsi"/>
          <w:kern w:val="0"/>
          <w:lang w:eastAsia="en-US" w:bidi="ar-SA"/>
        </w:rPr>
        <w:t>Arvestades lähteülesandes RMK poolt esitatud ning käesolevas kirjas täiendavalt seatud tingimus</w:t>
      </w:r>
      <w:r>
        <w:rPr>
          <w:rFonts w:eastAsiaTheme="minorHAnsi"/>
          <w:kern w:val="0"/>
          <w:lang w:eastAsia="en-US" w:bidi="ar-SA"/>
        </w:rPr>
        <w:t>t</w:t>
      </w:r>
      <w:r w:rsidRPr="008002F1">
        <w:rPr>
          <w:rFonts w:eastAsiaTheme="minorHAnsi"/>
          <w:kern w:val="0"/>
          <w:lang w:eastAsia="en-US" w:bidi="ar-SA"/>
        </w:rPr>
        <w:t>, kooskõlastab Keskkonnaamet</w:t>
      </w:r>
      <w:r w:rsidRPr="008002F1">
        <w:t xml:space="preserve"> </w:t>
      </w:r>
      <w:r>
        <w:t>Marimetsa</w:t>
      </w:r>
      <w:r w:rsidRPr="008002F1">
        <w:t xml:space="preserve"> looduskaitseala looduskaitsetöö lähteülesande ID 21</w:t>
      </w:r>
      <w:r>
        <w:t>72</w:t>
      </w:r>
      <w:r w:rsidRPr="008002F1">
        <w:t>.</w:t>
      </w:r>
    </w:p>
    <w:p w14:paraId="55942A19" w14:textId="277C7A78" w:rsidR="00432E04" w:rsidRDefault="00432E04" w:rsidP="00F52ADA">
      <w:pPr>
        <w:pStyle w:val="Snum"/>
      </w:pPr>
    </w:p>
    <w:p w14:paraId="6D730C88" w14:textId="77777777" w:rsidR="006A47FD" w:rsidRDefault="006A47FD" w:rsidP="00F52ADA">
      <w:pPr>
        <w:pStyle w:val="Snum"/>
      </w:pPr>
    </w:p>
    <w:p w14:paraId="55942A1A" w14:textId="77777777" w:rsidR="00A13FDE" w:rsidRDefault="00A13FDE" w:rsidP="00F52ADA">
      <w:pPr>
        <w:pStyle w:val="Snum"/>
      </w:pPr>
      <w:r>
        <w:t>Lugupidamisega</w:t>
      </w:r>
    </w:p>
    <w:p w14:paraId="55942A1B" w14:textId="77777777" w:rsidR="00A13FDE" w:rsidRDefault="00A13FDE" w:rsidP="00F52ADA">
      <w:pPr>
        <w:pStyle w:val="Snum"/>
      </w:pPr>
    </w:p>
    <w:p w14:paraId="55942A1C" w14:textId="77777777" w:rsidR="00A13FDE" w:rsidRDefault="00A13FDE" w:rsidP="00F52ADA">
      <w:pPr>
        <w:pStyle w:val="Snum"/>
      </w:pPr>
    </w:p>
    <w:p w14:paraId="55942A1E" w14:textId="230523CC" w:rsidR="00262E94" w:rsidRDefault="00A13FDE" w:rsidP="00F52ADA">
      <w:pPr>
        <w:pStyle w:val="Snum"/>
      </w:pPr>
      <w:r w:rsidRPr="00F52ADA">
        <w:t>(</w:t>
      </w:r>
      <w:r w:rsidR="00432E04" w:rsidRPr="00F52ADA">
        <w:t>allkir</w:t>
      </w:r>
      <w:r w:rsidR="00EC028D" w:rsidRPr="00F52ADA">
        <w:t>jastatud digitaalselt</w:t>
      </w:r>
      <w:r w:rsidRPr="00F52ADA">
        <w:t>)</w:t>
      </w:r>
    </w:p>
    <w:sdt>
      <w:sdtPr>
        <w:alias w:val="Allkirjastaja"/>
        <w:tag w:val="Allkirjastaja"/>
        <w:id w:val="-1912065300"/>
        <w:placeholder>
          <w:docPart w:val="FC588EA06BB04FB691225E428A29BC4D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[1]" w:storeItemID="{8F11CDE5-CD88-48A0-8C3C-AFEFC3EA5071}"/>
        <w:text/>
      </w:sdtPr>
      <w:sdtEndPr/>
      <w:sdtContent>
        <w:p w14:paraId="4482948D" w14:textId="40B4C71E" w:rsidR="002D64AB" w:rsidRDefault="006A47FD" w:rsidP="00F52ADA">
          <w:pPr>
            <w:pStyle w:val="Snum"/>
          </w:pPr>
          <w:r>
            <w:t>Gunnar Sein</w:t>
          </w:r>
        </w:p>
      </w:sdtContent>
    </w:sdt>
    <w:sdt>
      <w:sdtPr>
        <w:alias w:val="Allkirjastaja amet/roll"/>
        <w:tag w:val="Allkirjastaja_x0020_amet_x002F_roll"/>
        <w:id w:val="-1820263489"/>
        <w:placeholder>
          <w:docPart w:val="C12909BDBA28456E80421B97920BBC28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Allkirjastaja_x0020_amet_x002F_roll[1]" w:storeItemID="{8F11CDE5-CD88-48A0-8C3C-AFEFC3EA5071}"/>
        <w:text/>
      </w:sdtPr>
      <w:sdtEndPr/>
      <w:sdtContent>
        <w:p w14:paraId="3A716D7D" w14:textId="736AD942" w:rsidR="002D64AB" w:rsidRDefault="006A47FD" w:rsidP="00F52ADA">
          <w:pPr>
            <w:pStyle w:val="Snum"/>
          </w:pPr>
          <w:r>
            <w:t>juhataja</w:t>
          </w:r>
        </w:p>
      </w:sdtContent>
    </w:sdt>
    <w:p w14:paraId="55942A21" w14:textId="25EE6D19" w:rsidR="00432E04" w:rsidRDefault="005478C7" w:rsidP="00F52ADA">
      <w:pPr>
        <w:pStyle w:val="Snum"/>
      </w:pPr>
      <w:r>
        <w:t>m</w:t>
      </w:r>
      <w:r w:rsidR="006A47FD">
        <w:t>aahoolduse büroo</w:t>
      </w:r>
    </w:p>
    <w:p w14:paraId="55942A22" w14:textId="77777777" w:rsidR="00432E04" w:rsidRDefault="00432E04" w:rsidP="00F52ADA">
      <w:pPr>
        <w:pStyle w:val="Snum"/>
      </w:pPr>
    </w:p>
    <w:p w14:paraId="1AA3C54D" w14:textId="77777777" w:rsidR="007C1E73" w:rsidRDefault="007C1E73" w:rsidP="00F52ADA">
      <w:pPr>
        <w:pStyle w:val="Snum"/>
      </w:pPr>
    </w:p>
    <w:p w14:paraId="17D4DAE4" w14:textId="77777777" w:rsidR="007C1E73" w:rsidRDefault="007C1E73" w:rsidP="00F52ADA">
      <w:pPr>
        <w:pStyle w:val="Snum"/>
      </w:pPr>
    </w:p>
    <w:p w14:paraId="67967A7D" w14:textId="77777777" w:rsidR="00601D85" w:rsidRDefault="00601D85" w:rsidP="00F52ADA">
      <w:pPr>
        <w:pStyle w:val="Snum"/>
      </w:pPr>
    </w:p>
    <w:p w14:paraId="55942A2A" w14:textId="77777777" w:rsidR="00A13FDE" w:rsidRDefault="00A13FDE" w:rsidP="00F52ADA">
      <w:pPr>
        <w:pStyle w:val="Snum"/>
      </w:pPr>
    </w:p>
    <w:p w14:paraId="55942A2C" w14:textId="77777777" w:rsidR="00432E04" w:rsidRDefault="00432E04" w:rsidP="00F52ADA">
      <w:pPr>
        <w:pStyle w:val="Snum"/>
      </w:pPr>
    </w:p>
    <w:p w14:paraId="55942A2D" w14:textId="77777777" w:rsidR="00432E04" w:rsidRDefault="00432E04" w:rsidP="00F52ADA">
      <w:pPr>
        <w:pStyle w:val="Snum"/>
      </w:pPr>
    </w:p>
    <w:p w14:paraId="55942A2E" w14:textId="2715B749" w:rsidR="00A13FDE" w:rsidRDefault="00784737" w:rsidP="00F52ADA">
      <w:pPr>
        <w:pStyle w:val="Snum"/>
      </w:pPr>
      <w:sdt>
        <w:sdtPr>
          <w:alias w:val="Koostaja"/>
          <w:tag w:val="Koostaja"/>
          <w:id w:val="-29039081"/>
          <w:placeholder>
            <w:docPart w:val="4AF4A0E61C8D4F18987F1806F99F0798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[1]" w:storeItemID="{8F11CDE5-CD88-48A0-8C3C-AFEFC3EA5071}"/>
          <w:text/>
        </w:sdtPr>
        <w:sdtEndPr/>
        <w:sdtContent>
          <w:r w:rsidR="006A47FD">
            <w:t xml:space="preserve">Kaie </w:t>
          </w:r>
          <w:proofErr w:type="spellStart"/>
          <w:r w:rsidR="006A47FD">
            <w:t>Kattai</w:t>
          </w:r>
          <w:proofErr w:type="spellEnd"/>
        </w:sdtContent>
      </w:sdt>
      <w:r w:rsidR="002D64AB">
        <w:t xml:space="preserve"> </w:t>
      </w:r>
      <w:sdt>
        <w:sdtPr>
          <w:alias w:val="Koostaja telefon"/>
          <w:tag w:val="Koostaja_x0020_telefon"/>
          <w:id w:val="-374996043"/>
          <w:placeholder>
            <w:docPart w:val="47841251E5104CCC9C4F1E5F144E8F5C"/>
          </w:placeholder>
  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telefon[1]" w:storeItemID="{8F11CDE5-CD88-48A0-8C3C-AFEFC3EA5071}"/>
          <w:text/>
        </w:sdtPr>
        <w:sdtEndPr/>
        <w:sdtContent>
          <w:r w:rsidR="006A47FD">
            <w:t>5300 1870</w:t>
          </w:r>
        </w:sdtContent>
      </w:sdt>
    </w:p>
    <w:sdt>
      <w:sdtPr>
        <w:alias w:val="Koostaja e-post"/>
        <w:tag w:val="Koostaja_x0020_e-post"/>
        <w:id w:val="665976164"/>
        <w:placeholder>
          <w:docPart w:val="C9FD15C223D44A72BCD1434EE9CAE234"/>
        </w:placeholder>
        <w:dataBinding w:prefixMappings="xmlns:ns0='http://schemas.microsoft.com/office/2006/metadata/properties' xmlns:ns1='http://www.w3.org/2001/XMLSchema-instance' xmlns:ns2='4f28efae-2a20-4782-b43d-2717bdd273fa' " w:xpath="/ns0:properties[1]/documentManagement[1]/ns2:Koostaja_x0020_e-post[1]" w:storeItemID="{8F11CDE5-CD88-48A0-8C3C-AFEFC3EA5071}"/>
        <w:text/>
      </w:sdtPr>
      <w:sdtEndPr/>
      <w:sdtContent>
        <w:p w14:paraId="55942A2F" w14:textId="688F161C" w:rsidR="00BD078E" w:rsidRPr="00BD078E" w:rsidRDefault="006A47FD" w:rsidP="00F52ADA">
          <w:pPr>
            <w:pStyle w:val="Snum"/>
          </w:pPr>
          <w:r>
            <w:t>kaie.kattai@keskkonnaamet.ee</w:t>
          </w:r>
        </w:p>
      </w:sdtContent>
    </w:sdt>
    <w:sectPr w:rsidR="00BD078E" w:rsidRPr="00BD078E" w:rsidSect="00EC028D">
      <w:footerReference w:type="default" r:id="rId11"/>
      <w:footerReference w:type="first" r:id="rId12"/>
      <w:pgSz w:w="11906" w:h="16838" w:code="9"/>
      <w:pgMar w:top="907" w:right="1021" w:bottom="907" w:left="1814" w:header="896" w:footer="51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5B4B6" w14:textId="77777777" w:rsidR="00162860" w:rsidRDefault="00162860" w:rsidP="00DF44DF">
      <w:r>
        <w:separator/>
      </w:r>
    </w:p>
  </w:endnote>
  <w:endnote w:type="continuationSeparator" w:id="0">
    <w:p w14:paraId="57480DF9" w14:textId="77777777" w:rsidR="00162860" w:rsidRDefault="0016286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40780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7930679" w14:textId="600CCC1C" w:rsidR="002C2F0A" w:rsidRDefault="002C2F0A">
            <w:pPr>
              <w:pStyle w:val="Jalus"/>
              <w:jc w:val="center"/>
            </w:pPr>
            <w:r w:rsidRPr="002C2F0A">
              <w:t xml:space="preserve"> </w:t>
            </w:r>
            <w:r w:rsidRPr="002C2F0A">
              <w:rPr>
                <w:bCs/>
                <w:szCs w:val="24"/>
              </w:rPr>
              <w:fldChar w:fldCharType="begin"/>
            </w:r>
            <w:r w:rsidRPr="002C2F0A">
              <w:rPr>
                <w:bCs/>
              </w:rPr>
              <w:instrText>PAGE</w:instrText>
            </w:r>
            <w:r w:rsidRPr="002C2F0A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2C2F0A">
              <w:rPr>
                <w:bCs/>
                <w:szCs w:val="24"/>
              </w:rPr>
              <w:fldChar w:fldCharType="end"/>
            </w:r>
            <w:r w:rsidRPr="002C2F0A">
              <w:t xml:space="preserve"> </w:t>
            </w:r>
            <w:r>
              <w:t>(</w:t>
            </w:r>
            <w:r w:rsidRPr="002C2F0A">
              <w:rPr>
                <w:bCs/>
                <w:szCs w:val="24"/>
              </w:rPr>
              <w:fldChar w:fldCharType="begin"/>
            </w:r>
            <w:r w:rsidRPr="002C2F0A">
              <w:rPr>
                <w:bCs/>
              </w:rPr>
              <w:instrText>NUMPAGES</w:instrText>
            </w:r>
            <w:r w:rsidRPr="002C2F0A">
              <w:rPr>
                <w:bCs/>
                <w:szCs w:val="24"/>
              </w:rPr>
              <w:fldChar w:fldCharType="separate"/>
            </w:r>
            <w:r>
              <w:rPr>
                <w:bCs/>
                <w:noProof/>
              </w:rPr>
              <w:t>2</w:t>
            </w:r>
            <w:r w:rsidRPr="002C2F0A">
              <w:rPr>
                <w:bCs/>
                <w:szCs w:val="24"/>
              </w:rPr>
              <w:fldChar w:fldCharType="end"/>
            </w:r>
            <w:r>
              <w:rPr>
                <w:bCs/>
                <w:szCs w:val="24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42A37" w14:textId="207055A2" w:rsidR="00432E04" w:rsidRDefault="002560B1" w:rsidP="00432E04">
    <w:pPr>
      <w:pStyle w:val="Jalus1"/>
    </w:pPr>
    <w:r>
      <w:t xml:space="preserve">Roheline 64 </w:t>
    </w:r>
    <w:r w:rsidRPr="00B9503E">
      <w:t xml:space="preserve">/ </w:t>
    </w:r>
    <w:r>
      <w:t>80010</w:t>
    </w:r>
    <w:r w:rsidRPr="00B9503E">
      <w:t xml:space="preserve"> </w:t>
    </w:r>
    <w:r>
      <w:t>Pärnu</w:t>
    </w:r>
    <w:r w:rsidRPr="00B9503E">
      <w:t xml:space="preserve"> / Tel 6</w:t>
    </w:r>
    <w:r>
      <w:t>62</w:t>
    </w:r>
    <w:r w:rsidRPr="00B9503E">
      <w:t xml:space="preserve"> </w:t>
    </w:r>
    <w:r>
      <w:t>5999</w:t>
    </w:r>
    <w:r w:rsidRPr="00B9503E">
      <w:t xml:space="preserve"> </w:t>
    </w:r>
    <w:r w:rsidR="00432E04" w:rsidRPr="00B9503E">
      <w:t>/ Faks 680 7427 / e-post: info@keskkonnaamet.ee / www.keskkonnaamet.ee / Registrikood 70008658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4D2E" w14:textId="77777777" w:rsidR="00162860" w:rsidRDefault="00162860" w:rsidP="00DF44DF">
      <w:r>
        <w:separator/>
      </w:r>
    </w:p>
  </w:footnote>
  <w:footnote w:type="continuationSeparator" w:id="0">
    <w:p w14:paraId="334FEF64" w14:textId="77777777" w:rsidR="00162860" w:rsidRDefault="00162860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isplayBackgroundShape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27F5D"/>
    <w:rsid w:val="00032216"/>
    <w:rsid w:val="00060947"/>
    <w:rsid w:val="000913FC"/>
    <w:rsid w:val="000A17B5"/>
    <w:rsid w:val="00124999"/>
    <w:rsid w:val="001523BD"/>
    <w:rsid w:val="00162860"/>
    <w:rsid w:val="001917D3"/>
    <w:rsid w:val="001A7D04"/>
    <w:rsid w:val="001D4CFB"/>
    <w:rsid w:val="002008A2"/>
    <w:rsid w:val="0022576F"/>
    <w:rsid w:val="00227EAC"/>
    <w:rsid w:val="0025585D"/>
    <w:rsid w:val="002560B1"/>
    <w:rsid w:val="00262E94"/>
    <w:rsid w:val="002835BB"/>
    <w:rsid w:val="00293449"/>
    <w:rsid w:val="002C2F0A"/>
    <w:rsid w:val="002D64AB"/>
    <w:rsid w:val="002F254F"/>
    <w:rsid w:val="003441E4"/>
    <w:rsid w:val="0034719C"/>
    <w:rsid w:val="00354059"/>
    <w:rsid w:val="00371A7B"/>
    <w:rsid w:val="00394DCB"/>
    <w:rsid w:val="003B2A9C"/>
    <w:rsid w:val="00402EC8"/>
    <w:rsid w:val="00432E04"/>
    <w:rsid w:val="00435A13"/>
    <w:rsid w:val="0044084D"/>
    <w:rsid w:val="004C1391"/>
    <w:rsid w:val="004D6586"/>
    <w:rsid w:val="004E29EB"/>
    <w:rsid w:val="00500E3C"/>
    <w:rsid w:val="00516372"/>
    <w:rsid w:val="00546204"/>
    <w:rsid w:val="005478C7"/>
    <w:rsid w:val="00551E24"/>
    <w:rsid w:val="00557534"/>
    <w:rsid w:val="00560A92"/>
    <w:rsid w:val="00564569"/>
    <w:rsid w:val="005649F7"/>
    <w:rsid w:val="00574DFB"/>
    <w:rsid w:val="005A7BC7"/>
    <w:rsid w:val="005B5CE1"/>
    <w:rsid w:val="005E3AED"/>
    <w:rsid w:val="005E45BB"/>
    <w:rsid w:val="005E7E54"/>
    <w:rsid w:val="005F38B8"/>
    <w:rsid w:val="00601D85"/>
    <w:rsid w:val="00602834"/>
    <w:rsid w:val="00680609"/>
    <w:rsid w:val="006A01AC"/>
    <w:rsid w:val="006A47FD"/>
    <w:rsid w:val="006B118C"/>
    <w:rsid w:val="006B3A4C"/>
    <w:rsid w:val="006E16BD"/>
    <w:rsid w:val="006F3BB9"/>
    <w:rsid w:val="006F72D7"/>
    <w:rsid w:val="007056E1"/>
    <w:rsid w:val="00710A3B"/>
    <w:rsid w:val="00713327"/>
    <w:rsid w:val="00726D6B"/>
    <w:rsid w:val="0075695A"/>
    <w:rsid w:val="00762C91"/>
    <w:rsid w:val="00775256"/>
    <w:rsid w:val="00784737"/>
    <w:rsid w:val="007A1DE8"/>
    <w:rsid w:val="007C1E73"/>
    <w:rsid w:val="007D54FC"/>
    <w:rsid w:val="00835858"/>
    <w:rsid w:val="008919F2"/>
    <w:rsid w:val="008B041F"/>
    <w:rsid w:val="008D4634"/>
    <w:rsid w:val="008E2DAE"/>
    <w:rsid w:val="008F0B50"/>
    <w:rsid w:val="00906865"/>
    <w:rsid w:val="0091786B"/>
    <w:rsid w:val="009370A4"/>
    <w:rsid w:val="009C32A9"/>
    <w:rsid w:val="009D08A2"/>
    <w:rsid w:val="009E7F4A"/>
    <w:rsid w:val="00A10E66"/>
    <w:rsid w:val="00A1244E"/>
    <w:rsid w:val="00A13FDE"/>
    <w:rsid w:val="00A23833"/>
    <w:rsid w:val="00A33F2A"/>
    <w:rsid w:val="00A90CCA"/>
    <w:rsid w:val="00AB176A"/>
    <w:rsid w:val="00AC4752"/>
    <w:rsid w:val="00AD2EA7"/>
    <w:rsid w:val="00AE02A8"/>
    <w:rsid w:val="00B7103D"/>
    <w:rsid w:val="00B9503E"/>
    <w:rsid w:val="00BB0136"/>
    <w:rsid w:val="00BC1A62"/>
    <w:rsid w:val="00BD078E"/>
    <w:rsid w:val="00BD3CCF"/>
    <w:rsid w:val="00BE0CC9"/>
    <w:rsid w:val="00BF4D7C"/>
    <w:rsid w:val="00C24F66"/>
    <w:rsid w:val="00C27B07"/>
    <w:rsid w:val="00C35B9D"/>
    <w:rsid w:val="00C41FC5"/>
    <w:rsid w:val="00C83346"/>
    <w:rsid w:val="00CA583B"/>
    <w:rsid w:val="00CA5F0B"/>
    <w:rsid w:val="00CE224D"/>
    <w:rsid w:val="00CF2B77"/>
    <w:rsid w:val="00CF4303"/>
    <w:rsid w:val="00D3676C"/>
    <w:rsid w:val="00D40650"/>
    <w:rsid w:val="00D81909"/>
    <w:rsid w:val="00DC4D75"/>
    <w:rsid w:val="00DF44DF"/>
    <w:rsid w:val="00E023F6"/>
    <w:rsid w:val="00E03DBB"/>
    <w:rsid w:val="00E10EDF"/>
    <w:rsid w:val="00E46F63"/>
    <w:rsid w:val="00E663AE"/>
    <w:rsid w:val="00EC028D"/>
    <w:rsid w:val="00F22C9C"/>
    <w:rsid w:val="00F3446C"/>
    <w:rsid w:val="00F442A2"/>
    <w:rsid w:val="00F52ADA"/>
    <w:rsid w:val="00F83893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429FF"/>
  <w14:defaultImageDpi w14:val="0"/>
  <w15:docId w15:val="{D9990FF4-C604-4AAF-9567-C8379A0B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432E04"/>
    <w:pPr>
      <w:widowControl w:val="0"/>
      <w:suppressAutoHyphens/>
      <w:jc w:val="both"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52ADA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Kohatitetekst">
    <w:name w:val="Placeholder Text"/>
    <w:basedOn w:val="Liguvaikefont"/>
    <w:uiPriority w:val="99"/>
    <w:semiHidden/>
    <w:rsid w:val="00371A7B"/>
    <w:rPr>
      <w:color w:val="808080"/>
    </w:rPr>
  </w:style>
  <w:style w:type="paragraph" w:customStyle="1" w:styleId="Default">
    <w:name w:val="Default"/>
    <w:rsid w:val="006A47F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20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910170291\AppData\Roaming\Microsoft\Mallid\kirjaplan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930A1AF23343858C30C11BBFB2B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DE2261-30CA-4BC8-8498-BE3B62C9A3A0}"/>
      </w:docPartPr>
      <w:docPartBody>
        <w:p w:rsidR="009B3CD4" w:rsidRDefault="00FB5187" w:rsidP="00FB5187">
          <w:pPr>
            <w:pStyle w:val="44930A1AF23343858C30C11BBFB2B588"/>
          </w:pPr>
          <w:r w:rsidRPr="004B6E3E">
            <w:rPr>
              <w:rStyle w:val="Kohatitetekst"/>
            </w:rPr>
            <w:t>[Saatja/adressaat]</w:t>
          </w:r>
        </w:p>
      </w:docPartBody>
    </w:docPart>
    <w:docPart>
      <w:docPartPr>
        <w:name w:val="421CD45A0D7B496BB72E03BE28EEBD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AD14C5-0A73-4849-997A-EA35D072A5DA}"/>
      </w:docPartPr>
      <w:docPartBody>
        <w:p w:rsidR="009B3CD4" w:rsidRDefault="00FB5187" w:rsidP="00FB5187">
          <w:pPr>
            <w:pStyle w:val="421CD45A0D7B496BB72E03BE28EEBD1F"/>
          </w:pPr>
          <w:r w:rsidRPr="004B6E3E">
            <w:rPr>
              <w:rStyle w:val="Kohatitetekst"/>
            </w:rPr>
            <w:t>[Asutus]</w:t>
          </w:r>
        </w:p>
      </w:docPartBody>
    </w:docPart>
    <w:docPart>
      <w:docPartPr>
        <w:name w:val="0D1A0B42E7A5465FAC9A5203DF9CEF0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DF4EBF-96CA-4F2F-9685-3FC999A2A76E}"/>
      </w:docPartPr>
      <w:docPartBody>
        <w:p w:rsidR="009B3CD4" w:rsidRDefault="00FB5187" w:rsidP="00FB5187">
          <w:pPr>
            <w:pStyle w:val="0D1A0B42E7A5465FAC9A5203DF9CEF07"/>
          </w:pPr>
          <w:r w:rsidRPr="004B6E3E">
            <w:rPr>
              <w:rStyle w:val="Kohatitetekst"/>
            </w:rPr>
            <w:t>[E-posti aadress]</w:t>
          </w:r>
        </w:p>
      </w:docPartBody>
    </w:docPart>
    <w:docPart>
      <w:docPartPr>
        <w:name w:val="96ECB1E8BDFF469D83C7B37D332242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1BE24AC-503F-4B8D-8C48-540170D8DCD7}"/>
      </w:docPartPr>
      <w:docPartBody>
        <w:p w:rsidR="009B3CD4" w:rsidRDefault="00FB5187" w:rsidP="00FB5187">
          <w:pPr>
            <w:pStyle w:val="96ECB1E8BDFF469D83C7B37D33224268"/>
          </w:pPr>
          <w:r w:rsidRPr="004B6E3E">
            <w:rPr>
              <w:rStyle w:val="Kohatitetekst"/>
            </w:rPr>
            <w:t>[Saatja kuupäev]</w:t>
          </w:r>
        </w:p>
      </w:docPartBody>
    </w:docPart>
    <w:docPart>
      <w:docPartPr>
        <w:name w:val="D726FD2301C84C08B460F3731620D30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41887A2-AA90-4F09-A866-8A65A9FD662E}"/>
      </w:docPartPr>
      <w:docPartBody>
        <w:p w:rsidR="009B3CD4" w:rsidRDefault="00FB5187" w:rsidP="00FB5187">
          <w:pPr>
            <w:pStyle w:val="D726FD2301C84C08B460F3731620D30F"/>
          </w:pPr>
          <w:r w:rsidRPr="004B6E3E">
            <w:rPr>
              <w:rStyle w:val="Kohatitetekst"/>
            </w:rPr>
            <w:t>[Registreerimise kuupäev]</w:t>
          </w:r>
        </w:p>
      </w:docPartBody>
    </w:docPart>
    <w:docPart>
      <w:docPartPr>
        <w:name w:val="427CE42C46EC4A15A0CF1F59CA922D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B47F961-34F4-4536-B06F-6022FAF4603B}"/>
      </w:docPartPr>
      <w:docPartBody>
        <w:p w:rsidR="009B3CD4" w:rsidRDefault="00FB5187" w:rsidP="00FB5187">
          <w:pPr>
            <w:pStyle w:val="427CE42C46EC4A15A0CF1F59CA922DF7"/>
          </w:pPr>
          <w:r w:rsidRPr="004B6E3E">
            <w:rPr>
              <w:rStyle w:val="Kohatitetekst"/>
            </w:rPr>
            <w:t>[Registreerimisnumber]</w:t>
          </w:r>
        </w:p>
      </w:docPartBody>
    </w:docPart>
    <w:docPart>
      <w:docPartPr>
        <w:name w:val="F2F803D466A644A7B611A8826D03E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40103A-C603-4F2B-8CE5-D87E76814816}"/>
      </w:docPartPr>
      <w:docPartBody>
        <w:p w:rsidR="009B3CD4" w:rsidRDefault="00FB5187" w:rsidP="00FB5187">
          <w:pPr>
            <w:pStyle w:val="F2F803D466A644A7B611A8826D03E022"/>
          </w:pPr>
          <w:r w:rsidRPr="004B6E3E">
            <w:rPr>
              <w:rStyle w:val="Kohatitetekst"/>
            </w:rPr>
            <w:t>[Tiitel]</w:t>
          </w:r>
        </w:p>
      </w:docPartBody>
    </w:docPart>
    <w:docPart>
      <w:docPartPr>
        <w:name w:val="C12909BDBA28456E80421B97920BBC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D29CE9-8E17-472F-9803-F9356C262BED}"/>
      </w:docPartPr>
      <w:docPartBody>
        <w:p w:rsidR="009B3CD4" w:rsidRDefault="00FB5187">
          <w:r w:rsidRPr="004B6E3E">
            <w:rPr>
              <w:rStyle w:val="Kohatitetekst"/>
            </w:rPr>
            <w:t>[Allkirjastaja amet/roll]</w:t>
          </w:r>
        </w:p>
      </w:docPartBody>
    </w:docPart>
    <w:docPart>
      <w:docPartPr>
        <w:name w:val="4AF4A0E61C8D4F18987F1806F99F079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909B67-74F9-4C8F-9554-A3164A81484C}"/>
      </w:docPartPr>
      <w:docPartBody>
        <w:p w:rsidR="009B3CD4" w:rsidRDefault="00FB5187">
          <w:r w:rsidRPr="004B6E3E">
            <w:rPr>
              <w:rStyle w:val="Kohatitetekst"/>
            </w:rPr>
            <w:t>[Koostaja]</w:t>
          </w:r>
        </w:p>
      </w:docPartBody>
    </w:docPart>
    <w:docPart>
      <w:docPartPr>
        <w:name w:val="47841251E5104CCC9C4F1E5F144E8F5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176105-CA2E-4777-A23C-01D0861046F4}"/>
      </w:docPartPr>
      <w:docPartBody>
        <w:p w:rsidR="009B3CD4" w:rsidRDefault="00FB5187">
          <w:r w:rsidRPr="004B6E3E">
            <w:rPr>
              <w:rStyle w:val="Kohatitetekst"/>
            </w:rPr>
            <w:t>[Koostaja telefon]</w:t>
          </w:r>
        </w:p>
      </w:docPartBody>
    </w:docPart>
    <w:docPart>
      <w:docPartPr>
        <w:name w:val="C9FD15C223D44A72BCD1434EE9CAE23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A199548-8C34-465B-B6AE-59A8536CFC3E}"/>
      </w:docPartPr>
      <w:docPartBody>
        <w:p w:rsidR="009B3CD4" w:rsidRDefault="00FB5187">
          <w:r w:rsidRPr="004B6E3E">
            <w:rPr>
              <w:rStyle w:val="Kohatitetekst"/>
            </w:rPr>
            <w:t>[Koostaja e-post]</w:t>
          </w:r>
        </w:p>
      </w:docPartBody>
    </w:docPart>
    <w:docPart>
      <w:docPartPr>
        <w:name w:val="FC588EA06BB04FB691225E428A29BC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2362FDA-00C9-4020-8DAB-8AB9B883936C}"/>
      </w:docPartPr>
      <w:docPartBody>
        <w:p w:rsidR="00FD3E88" w:rsidRDefault="000F563F">
          <w:r w:rsidRPr="00076DCF">
            <w:rPr>
              <w:rStyle w:val="Kohatitetekst"/>
            </w:rPr>
            <w:t>[Allkirjastaja]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187"/>
    <w:rsid w:val="000F563F"/>
    <w:rsid w:val="002D48A6"/>
    <w:rsid w:val="00375AC9"/>
    <w:rsid w:val="004C5D47"/>
    <w:rsid w:val="009B3CD4"/>
    <w:rsid w:val="00FB5187"/>
    <w:rsid w:val="00FD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563F"/>
    <w:rPr>
      <w:color w:val="808080"/>
    </w:rPr>
  </w:style>
  <w:style w:type="paragraph" w:customStyle="1" w:styleId="44930A1AF23343858C30C11BBFB2B588">
    <w:name w:val="44930A1AF23343858C30C11BBFB2B588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421CD45A0D7B496BB72E03BE28EEBD1F">
    <w:name w:val="421CD45A0D7B496BB72E03BE28EEBD1F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0D1A0B42E7A5465FAC9A5203DF9CEF07">
    <w:name w:val="0D1A0B42E7A5465FAC9A5203DF9CEF07"/>
    <w:rsid w:val="00FB518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96ECB1E8BDFF469D83C7B37D33224268">
    <w:name w:val="96ECB1E8BDFF469D83C7B37D33224268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D726FD2301C84C08B460F3731620D30F">
    <w:name w:val="D726FD2301C84C08B460F3731620D30F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427CE42C46EC4A15A0CF1F59CA922DF7">
    <w:name w:val="427CE42C46EC4A15A0CF1F59CA922DF7"/>
    <w:rsid w:val="00FB518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F2F803D466A644A7B611A8826D03E022">
    <w:name w:val="F2F803D466A644A7B611A8826D03E022"/>
    <w:rsid w:val="00FB5187"/>
    <w:pPr>
      <w:spacing w:after="560" w:line="240" w:lineRule="auto"/>
    </w:pPr>
    <w:rPr>
      <w:rFonts w:ascii="Times New Roman" w:eastAsia="SimSun" w:hAnsi="Times New Roman" w:cs="Times New Roman"/>
      <w:b/>
      <w:kern w:val="1"/>
      <w:sz w:val="24"/>
      <w:szCs w:val="24"/>
      <w:lang w:eastAsia="zh-CN" w:bidi="hi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fp="http://schemas.webmedia.eu/flairPoint/propertyStores/ooxml/sharePointIntegration" xmlns:ma="http://schemas.microsoft.com/office/2006/metadata/properties/metaAttributes" xmlns:xs="http://www.w3.org/2001/XMLSchema" ma:contentTypeID="0x0102020102" ma:contentTypeVersion="1260" fp:containerId="228b4970-73de-44a4-83e2-9513be360001" fp:lcid="1061" ma:contentTypeName="Väljaminev_kiri">
  <xs:schema xmlns:f="4f28efae-2a20-4782-b43d-2717bdd273fa" targetNamespace="http://schemas.microsoft.com/office/2006/metadata/properties" ma:root="true">
    <xs:element name="properties">
      <xs:complexType>
        <xs:sequence>
          <xs:element name="documentManagement">
            <xs:complexType>
              <xs:all>
                <xs:element ref="f:RMUniqueID" minOccurs="0"/>
                <xs:element ref="f:RMTitle" minOccurs="0"/>
                <xs:element ref="f:RMRegistrationDate" minOccurs="0"/>
                <xs:element ref="f:RMReferenceCode" minOccurs="0"/>
                <xs:element ref="f:RMFolderChain" minOccurs="0"/>
                <xs:element ref="f:ContactId" minOccurs="0"/>
                <xs:element ref="f:Asutus" minOccurs="0"/>
                <xs:element ref="f:Isik" minOccurs="0"/>
                <xs:element ref="f:E-posti_x0020_aadress" minOccurs="0"/>
                <xs:element ref="f:Aadress" minOccurs="0"/>
                <xs:element ref="f:Indeks" minOccurs="0"/>
                <xs:element ref="f:Linn_x002F_Vald" minOccurs="0"/>
                <xs:element ref="f:Maakond" minOccurs="0"/>
                <xs:element ref="f:RMRecipients" minOccurs="0"/>
                <xs:element ref="f:RMSenderRegNr" minOccurs="0"/>
                <xs:element ref="f:Saatja_x0020_kuupäev" minOccurs="0"/>
                <xs:element ref="f:RMAdditionalRecipients" minOccurs="0"/>
                <xs:element ref="f:Allkirjastaja" minOccurs="0"/>
                <xs:element ref="f:Allkirjastaja_x0020_nimi" minOccurs="0"/>
                <xs:element ref="f:Allkirjastaja_x0020_amet_x002F_roll" minOccurs="0"/>
                <xs:element ref="f:Koostaja" minOccurs="0"/>
                <xs:element ref="f:Koostaja_x0020_telefon" minOccurs="0"/>
                <xs:element ref="f:Koostaja_x0020_e-post" minOccurs="0"/>
                <xs:element ref="f:RMAccessRestriction" minOccurs="0"/>
                <xs:element ref="f:RMAccessRestrictedFrom" minOccurs="0"/>
                <xs:element ref="f:RMAccessRestrictedUntil" minOccurs="0"/>
                <xs:element ref="f:RMForPDF" minOccurs="0"/>
                <xs:element ref="f:RMPrimaryDocument" minOccurs="0"/>
                <xs:element ref="f:RMSubDocumentCount" minOccurs="0"/>
                <xs:element ref="f:RMInSigningContainer" minOccurs="0"/>
                <xs:element ref="f:RMForSigning" minOccurs="0"/>
                <xs:element ref="f:RMBackgroundInfo" minOccurs="0"/>
                <xs:element ref="f:RMForPublic" minOccurs="0"/>
                <xs:element ref="f:RMRevisionStatus" minOccurs="0"/>
                <xs:element ref="f:RMAddDocumentDataToFileName" minOccurs="0"/>
                <xs:element ref="f:RMOrderPosition" minOccurs="0"/>
                <xs:element ref="f:RMAccessRestrictionOwner" minOccurs="0"/>
                <xs:element ref="f:RMAccessRestrictionLevel" minOccurs="0"/>
                <xs:element ref="f:RMAccessRestrictionReason" minOccurs="0"/>
                <xs:element ref="f:RMAccessRestrictionNotificationTime" minOccurs="0"/>
                <xs:element ref="f:RMAccessRestrictionDate" minOccurs="0"/>
                <xs:element ref="f:RMAccessRestrictionEndEvent" minOccurs="0"/>
                <xs:element ref="f:RMAccessRestrictionDuration" minOccurs="0"/>
                <xs:element ref="f:RMInheritedFields" minOccurs="0"/>
                <xs:element ref="f:Telefon" minOccurs="0"/>
                <xs:element ref="f:RMPublishedDocumentUniqueId" minOccurs="0"/>
                <xs:element ref="f:RMPaperDocumentRetentionSchedule" minOccurs="0"/>
                <xs:element ref="f:RMAccessRestrictionOwnerTemp" minOccurs="0"/>
                <xs:element ref="f:RMAccessRestrictionOwnerTempUntil" minOccurs="0"/>
                <xs:element ref="f:RMAccessRestrictionExtended" minOccurs="0"/>
                <xs:element ref="f:RMRetentionDeadline" minOccurs="0"/>
                <xs:element ref="f:RMNotes" minOccurs="0"/>
                <xs:element ref="f:RMShouldArchiveFilesOnRegistration" minOccurs="0"/>
                <xs:element ref="f:RMKeywords" minOccurs="0"/>
                <xs:element ref="f:RMStatus" minOccurs="0"/>
              </xs:all>
            </xs:complexType>
          </xs:element>
        </xs:sequence>
      </xs:complexType>
    </xs:element>
  </xs:schema>
  <xs:schema xmlns:dms="http://schemas.microsoft.com/office/2006/documentManagement/types" targetNamespace="4f28efae-2a20-4782-b43d-2717bdd273fa" elementFormDefault="qualified">
    <xs:element name="RMUniqueID" ma:displayName="Unikaalne ID" ma:index="0" ma:internalName="RMUniqueID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Title" ma:displayName="Pealkiri" ma:index="1" ma:internalName="RMTitle" ma:readOnly="true" fp:namespace="228B497073DE44A483E29513BE360001" fp:type="String">
      <xs:simpleType>
        <xs:restriction base="dms:Text">
          <xs:maxLength value="500"/>
        </xs:restriction>
      </xs:simpleType>
    </xs:element>
    <xs:element name="RMRegistrationDate" ma:displayName="Registreerimise kuupäev" ma:index="2" ma:internalName="RMRegistrationDate" nillable="true" ma:readOnly="true" fp:namespace="228B497073DE44A483E29513BE360001" ma:format="DateTime" fp:type="DateTime">
      <xs:simpleType>
        <xs:restriction base="dms:DateTime"/>
      </xs:simpleType>
    </xs:element>
    <xs:element name="RMReferenceCode" ma:displayName="Registreerimisnumber" ma:index="3" ma:internalName="RMReferenceCode" nillable="true" ma:readOnly="true" fp:namespace="228B497073DE44A483E29513BE360001" fp:type="String">
      <xs:simpleType>
        <xs:restriction base="dms:Text">
          <xs:maxLength value="255"/>
        </xs:restriction>
      </xs:simpleType>
    </xs:element>
    <xs:element name="RMFolderChain" ma:displayName="RMFolderChain" ma:index="4" ma:internalName="RMFolderChain" nillable="true" ma:readOnly="true" fp:namespace="228B497073DE44A483E29513BE360001" fp:type="String">
      <xs:simpleType>
        <xs:restriction base="dms:Text"/>
      </xs:simpleType>
    </xs:element>
    <xs:element name="ContactId" ma:displayName="Kontakt" ma:index="5" ma:internalName="ContactId" nillable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Asutus" ma:displayName="Asutus (kellele saadetakse)" ma:index="6" ma:internalName="Asutus" nillable="true" fp:namespace="228B497073DE44A483E29513BE360001" fp:type="String">
      <xs:simpleType>
        <xs:restriction base="dms:Text">
          <xs:maxLength value="255"/>
        </xs:restriction>
      </xs:simpleType>
    </xs:element>
    <xs:element name="Isik" ma:displayName="Isik (kellele saadetakse)" ma:index="7" ma:internalName="Isik" nillable="true" fp:namespace="228B497073DE44A483E29513BE360001" fp:type="String">
      <xs:simpleType>
        <xs:restriction base="dms:Text">
          <xs:maxLength value="100"/>
        </xs:restriction>
      </xs:simpleType>
    </xs:element>
    <xs:element name="E-posti_x0020_aadress" ma:displayName="E-posti aadress" ma:index="8" ma:internalName="E-posti_x0020_aadress" nillable="true" fp:namespace="228B497073DE44A483E29513BE360001" fp:type="String">
      <xs:simpleType>
        <xs:restriction base="dms:Text">
          <xs:maxLength value="100"/>
        </xs:restriction>
      </xs:simpleType>
    </xs:element>
    <xs:element name="Aadress" ma:displayName="Aadress" ma:index="9" ma:internalName="Aadress" nillable="true" fp:namespace="228B497073DE44A483E29513BE360001" fp:type="String">
      <xs:simpleType>
        <xs:restriction base="dms:Text">
          <xs:maxLength value="255"/>
        </xs:restriction>
      </xs:simpleType>
    </xs:element>
    <xs:element name="Indeks" ma:displayName="Indeks" ma:index="10" ma:internalName="Indeks" nillable="true" fp:namespace="228B497073DE44A483E29513BE360001" fp:type="String">
      <xs:simpleType>
        <xs:restriction base="dms:Text"/>
      </xs:simpleType>
    </xs:element>
    <xs:element name="Linn_x002F_Vald" ma:displayName="Linn/Vald" ma:index="11" ma:internalName="Linn_x002F_Vald" nillable="true" fp:namespace="228B497073DE44A483E29513BE360001" fp:type="String">
      <xs:simpleType>
        <xs:restriction base="dms:Text"/>
      </xs:simpleType>
    </xs:element>
    <xs:element name="Maakond" ma:displayName="Maakond" ma:index="12" ma:internalName="Maakond" nillable="true" fp:namespace="228B497073DE44A483E29513BE360001" fp:type="String">
      <xs:simpleType>
        <xs:restriction base="dms:Text"/>
      </xs:simpleType>
    </xs:element>
    <xs:element name="RMRecipients" ma:displayName="Adressaadid" ma:index="13" ma:internalName="RMRecipients" nillable="true" fp:namespace="228B497073DE44A483E29513BE360001" fp:type="String">
      <xs:simpleType>
        <xs:restriction base="dms:Text"/>
      </xs:simpleType>
    </xs:element>
    <xs:element name="RMSenderRegNr" ma:displayName="Saatja viit" ma:index="14" ma:internalName="RMSenderRegNr" nillable="true" fp:namespace="228B497073DE44A483E29513BE360001" fp:type="String">
      <xs:simpleType>
        <xs:restriction base="dms:Text"/>
      </xs:simpleType>
    </xs:element>
    <xs:element name="Saatja_x0020_kuupäev" ma:displayName="Saatja kuupäev" ma:index="15" ma:internalName="Saatja_x0020_kuupäev" nillable="true" ma:readOnly="true" fp:namespace="228B497073DE44A483E29513BE360001" ma:format="DateOnly" fp:type="DateTime">
      <xs:simpleType>
        <xs:restriction base="dms:DateTime"/>
      </xs:simpleType>
    </xs:element>
    <xs:element name="RMAdditionalRecipients" ma:displayName="Lisaadressaadid" ma:index="16" ma:internalName="RMAdditionalRecipients" nillable="true" fp:namespace="228B497073DE44A483E29513BE360001" fp:type="String">
      <xs:simpleType>
        <xs:restriction base="dms:Text"/>
      </xs:simpleType>
    </xs:element>
    <xs:element name="Allkirjastaja" ma:displayName="Allkirjastaja" ma:index="17" ma:internalName="Allkirjastaja" ma:readOnly="true" fp:namespace="228B497073DE44A483E29513BE360001" fp:type="String">
      <xs:simpleType>
        <xs:restriction base="dms:Text"/>
      </xs:simpleType>
    </xs:element>
    <xs:element name="Allkirjastaja_x0020_nimi" ma:displayName="Allkirjastaja nimi" ma:index="18" ma:internalName="Allkirjastaja_x0020_nimi" ma:readOnly="true" fp:namespace="228B497073DE44A483E29513BE360001" fp:type="String">
      <xs:simpleType>
        <xs:restriction base="dms:Text"/>
      </xs:simpleType>
    </xs:element>
    <xs:element name="Allkirjastaja_x0020_amet_x002F_roll" ma:displayName="Allkirjastaja amet/roll" ma:index="19" ma:internalName="Allkirjastaja_x0020_amet_x002F_roll" nillable="true" fp:namespace="228B497073DE44A483E29513BE360001" fp:type="String">
      <xs:simpleType>
        <xs:restriction base="dms:Text"/>
      </xs:simpleType>
    </xs:element>
    <xs:element name="Koostaja" ma:displayName="Koostaja" ma:index="20" ma:internalName="Koostaja" ma:readOnly="true" fp:namespace="228B497073DE44A483E29513BE360001" fp:type="String">
      <xs:simpleType>
        <xs:restriction base="dms:Text"/>
      </xs:simpleType>
    </xs:element>
    <xs:element name="Koostaja_x0020_telefon" ma:displayName="Koostaja telefon" ma:index="21" ma:internalName="Koostaja_x0020_telefon" nillable="true" fp:namespace="228B497073DE44A483E29513BE360001" fp:type="String">
      <xs:simpleType>
        <xs:restriction base="dms:Text"/>
      </xs:simpleType>
    </xs:element>
    <xs:element name="Koostaja_x0020_e-post" ma:displayName="Koostaja e-post" ma:index="22" ma:internalName="Koostaja_x0020_e-post" nillable="true" fp:namespace="228B497073DE44A483E29513BE360001" fp:type="String">
      <xs:simpleType>
        <xs:restriction base="dms:Text"/>
      </xs:simpleType>
    </xs:element>
    <xs:element name="RMAccessRestriction" ma:displayName="Juurdepääsupiirang" ma:index="23" ma:internalName="RMAccessRestriction" ma:readOnly="true" fp:namespace="228B497073DE44A483E29513BE360001" fp:type="String">
      <xs:simpleType>
        <xs:restriction base="dms:Text"/>
      </xs:simpleType>
    </xs:element>
    <xs:element name="RMAccessRestrictedFrom" ma:displayName="Juurdepääsupiirangu algusaeg" ma:index="24" ma:internalName="RMAccessRestrictedFrom" nillable="true" ma:readOnly="true" fp:namespace="228B497073DE44A483E29513BE360001" ma:format="DateOnly" fp:type="DateTime">
      <xs:simpleType>
        <xs:restriction base="dms:DateTime"/>
      </xs:simpleType>
    </xs:element>
    <xs:element name="RMAccessRestrictedUntil" ma:displayName="Juurdepääsupiirangu lõpp" ma:index="25" ma:internalName="RMAccessRestrictedUntil" nillable="true" ma:readOnly="true" fp:namespace="228B497073DE44A483E29513BE360001" ma:format="DateOnly" fp:type="DateTime">
      <xs:simpleType>
        <xs:restriction base="dms:DateTime"/>
      </xs:simpleType>
    </xs:element>
    <xs:element name="RMForPDF" ma:displayName="Tee PDFiks" ma:index="26" ma:internalName="RMForPDF" nillable="true" ma:readOnly="true" fp:namespace="228B497073DE44A483E29513BE360001" fp:type="Boolean">
      <xs:simpleType>
        <xs:restriction base="dms:Boolean"/>
      </xs:simpleType>
    </xs:element>
    <xs:element name="RMPrimaryDocument" ma:displayName="Esmane dokument" ma:index="27" ma:internalName="RMPrimaryDocument" nillable="true" ma:readOnly="true" fp:namespace="228B497073DE44A483E29513BE360001" fp:type="Boolean">
      <xs:simpleType>
        <xs:restriction base="dms:Boolean"/>
      </xs:simpleType>
    </xs:element>
    <xs:element name="RMSubDocumentCount" ma:displayName="Alamdokumentide arv" ma:index="28" ma:internalName="RMSubDocumentCount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InSigningContainer" ma:displayName="In Signing Container" ma:index="29" ma:internalName="RMInSigningContainer" nillable="true" ma:readOnly="true" fp:namespace="228B497073DE44A483E29513BE360001" fp:type="Boolean">
      <xs:simpleType>
        <xs:restriction base="dms:Boolean"/>
      </xs:simpleType>
    </xs:element>
    <xs:element name="RMForSigning" ma:displayName="Allkirjastamiseks" ma:index="30" ma:internalName="RMForSigning" nillable="true" ma:readOnly="true" fp:namespace="228B497073DE44A483E29513BE360001" fp:type="Boolean">
      <xs:simpleType>
        <xs:restriction base="dms:Boolean"/>
      </xs:simpleType>
    </xs:element>
    <xs:element name="RMBackgroundInfo" ma:displayName="Taustainfo" ma:index="31" ma:internalName="RMBackgroundInfo" nillable="true" ma:readOnly="true" fp:namespace="228B497073DE44A483E29513BE360001" fp:type="Boolean">
      <xs:simpleType>
        <xs:restriction base="dms:Boolean"/>
      </xs:simpleType>
    </xs:element>
    <xs:element name="RMForPublic" ma:displayName="ADR" ma:index="32" ma:internalName="RMForPublic" nillable="true" ma:readOnly="true" fp:namespace="228B497073DE44A483E29513BE360001" fp:type="Boolean">
      <xs:simpleType>
        <xs:restriction base="dms:Boolean"/>
      </xs:simpleType>
    </xs:element>
    <xs:element name="RMRevisionStatus" ma:displayName="Versiooni olek" ma:index="33" ma:internalName="RMRevisionStatus" nillable="true" ma:readOnly="true" fp:namespace="228B497073DE44A483E29513BE360001" fp:type="String">
      <xs:simpleType>
        <xs:restriction base="dms:Choice">
          <xs:enumeration value="Draft"/>
          <xs:enumeration value="Valid"/>
          <xs:enumeration value="Void"/>
        </xs:restriction>
      </xs:simpleType>
    </xs:element>
    <xs:element name="RMAddDocumentDataToFileName" ma:displayName="Täienda faili pealkirja dokumendi andmetega" ma:index="34" ma:internalName="RMAddDocumentDataToFileName" nillable="true" ma:readOnly="true" fp:namespace="228B497073DE44A483E29513BE360001" fp:type="Boolean">
      <xs:simpleType>
        <xs:restriction base="dms:Boolean"/>
      </xs:simpleType>
    </xs:element>
    <xs:element name="RMOrderPosition" ma:displayName="Kausta dokumendi järjekorra number" ma:index="35" ma:internalName="RMOrderPosition" nillable="true" ma:readOnly="true" fp:namespace="228B497073DE44A483E29513BE360001" fp:type="Int32">
      <xs:simpleType>
        <xs:restriction base="dms:Number">
          <xs:minInclusive value="-2147483648"/>
          <xs:maxInclusive value="2147483647"/>
          <xs:pattern value="(-?\d+)?"/>
        </xs:restriction>
      </xs:simpleType>
    </xs:element>
    <xs:element name="RMAccessRestrictionOwner" ma:displayName="Juurdepääsupiirangu eest vastutaja (koostaja)" ma:index="36" ma:internalName="RMAccessRestrictionOwner" ma:readOnly="true" fp:namespace="228B497073DE44A483E29513BE360001" fp:type="String">
      <xs:simpleType>
        <xs:restriction base="dms:Text"/>
      </xs:simpleType>
    </xs:element>
    <xs:element name="RMAccessRestrictionLevel" ma:displayName="Juurdepääsupiirangu tase" ma:index="37" ma:internalName="RMAccessRestrictionLevel" ma:readOnly="true" fp:namespace="228B497073DE44A483E29513BE360001" fp:type="String">
      <xs:simpleType>
        <xs:restriction base="dms:Choice">
          <xs:enumeration value="Avalik"/>
          <xs:enumeration value="AK"/>
        </xs:restriction>
      </xs:simpleType>
    </xs:element>
    <xs:element name="RMAccessRestrictionReason" ma:displayName="Alus" ma:index="38" ma:internalName="RMAccessRestrictionReason" nillable="true" ma:readOnly="true" fp:namespace="228B497073DE44A483E29513BE360001" fp:type="String">
      <xs:simpleType>
        <xs:restriction base="dms:Text"/>
      </xs:simpleType>
    </xs:element>
    <xs:element name="RMAccessRestrictionNotificationTime" ma:displayName="Juurdepääsupiirangu meeldetuletus saadetud" ma:index="39" ma:internalName="RMAccessRestrictionNotificationTime" nillable="true" ma:readOnly="true" fp:namespace="228B497073DE44A483E29513BE360001" ma:format="DateOnly" fp:type="DateTime">
      <xs:simpleType>
        <xs:restriction base="dms:DateTime"/>
      </xs:simpleType>
    </xs:element>
    <xs:element name="RMAccessRestrictionDate" ma:displayName="Fikseeritud lõppkuupäev" ma:index="40" ma:internalName="RMAccessRestrictionDate" nillable="true" ma:readOnly="true" fp:namespace="228B497073DE44A483E29513BE360001" ma:format="DateOnly" fp:type="DateTime">
      <xs:simpleType>
        <xs:restriction base="dms:DateTime"/>
      </xs:simpleType>
    </xs:element>
    <xs:element name="RMAccessRestrictionEndEvent" ma:displayName="Kehtiv kuni kirjeldus" ma:index="41" ma:internalName="RMAccessRestrictionEndEvent" nillable="true" ma:readOnly="true" fp:namespace="228B497073DE44A483E29513BE360001" fp:type="String">
      <xs:simpleType>
        <xs:restriction base="dms:Text"/>
      </xs:simpleType>
    </xs:element>
    <xs:element name="RMAccessRestrictionDuration" ma:displayName="Kestus" ma:index="42" ma:internalName="RMAccessRestrictionDuration" nillable="true" ma:readOnly="true" fp:namespace="228B497073DE44A483E29513BE360001" fp:type="Int32">
      <xs:simpleType>
        <xs:restriction base="dms:Number">
          <xs:minInclusive value="-1"/>
          <xs:maxInclusive value="2147483647"/>
          <xs:pattern value="(-?\d+)?"/>
        </xs:restriction>
      </xs:simpleType>
    </xs:element>
    <xs:element name="RMInheritedFields" ma:displayName="Päritavad väljad" ma:index="43" ma:internalName="RMInheritedFields" nillable="true" ma:readOnly="true" fp:namespace="228B497073DE44A483E29513BE360001" fp:type="String">
      <xs:simpleType>
        <xs:restriction base="dms:Text"/>
      </xs:simpleType>
    </xs:element>
    <xs:element name="Telefon" ma:displayName="Telefon" ma:index="44" ma:internalName="Telefon" nillable="true" ma:readOnly="true" fp:namespace="228B497073DE44A483E29513BE360001" fp:type="String">
      <xs:simpleType>
        <xs:restriction base="dms:Text"/>
      </xs:simpleType>
    </xs:element>
    <xs:element name="RMPublishedDocumentUniqueId" ma:displayName="Viide avaldatud dokumendile" ma:index="45" ma:internalName="RMPublishedDocumentUniqueId" nillable="true" ma:readOnly="true" fp:namespace="228B497073DE44A483E29513BE360001" fp:type="Guid">
      <xs:simpleType>
        <xs:restriction base="dms:Text">
          <xs:pattern value="\{[0-9a-fA-F]{8}-[0-9a-fA-F]{4}-[0-9a-fA-F]{4}-[0-9a-fA-F]{4}-[0-9a-fA-F]{12}\}|[0-9a-fA-F]{8}-[0-9a-fA-F]{4}-[0-9a-fA-F]{4}-[0-9a-fA-F]{4}-[0-9a-fA-F]{12}"/>
        </xs:restriction>
      </xs:simpleType>
    </xs:element>
    <xs:element name="RMPaperDocumentRetentionSchedule" ma:displayName="Paberdokumentide hoiustamise ajakava" ma:index="46" ma:internalName="RMPaperDocumentRetentionSchedule" nillable="true" ma:readOnly="true" fp:namespace="228B497073DE44A483E29513BE360001" fp:type="String">
      <xs:simpleType>
        <xs:restriction base="dms:Text"/>
      </xs:simpleType>
    </xs:element>
    <xs:element name="RMAccessRestrictionOwnerTemp" ma:displayName="Juurdepääsupiirangu eest ajutine vastutaja" ma:index="47" ma:internalName="RMAccessRestrictionOwnerTemp" nillable="true" ma:readOnly="true" fp:namespace="228B497073DE44A483E29513BE360001" fp:type="String">
      <xs:simpleType>
        <xs:restriction base="dms:Text"/>
      </xs:simpleType>
    </xs:element>
    <xs:element name="RMAccessRestrictionOwnerTempUntil" ma:displayName="Juurdepääsupiirangu eest ajutise vastutamise lõppkuupäev" ma:index="48" ma:internalName="RMAccessRestrictionOwnerTempUntil" nillable="true" ma:readOnly="true" fp:namespace="228B497073DE44A483E29513BE360001" ma:format="DateOnly" fp:type="DateTime">
      <xs:simpleType>
        <xs:restriction base="dms:DateTime"/>
      </xs:simpleType>
    </xs:element>
    <xs:element name="RMAccessRestrictionExtended" ma:displayName="Juurdepääsupiirangu pikendamise kuupäev ja kellaaeg" ma:index="49" ma:internalName="RMAccessRestrictionExtended" nillable="true" ma:readOnly="true" fp:namespace="228B497073DE44A483E29513BE360001" ma:format="DateTime" fp:type="DateTime">
      <xs:simpleType>
        <xs:restriction base="dms:DateTime"/>
      </xs:simpleType>
    </xs:element>
    <xs:element name="RMRetentionDeadline" ma:displayName="Säilitustähtaeg" ma:index="50" ma:internalName="RMRetentionDeadline" nillable="true" ma:readOnly="true" fp:namespace="228B497073DE44A483E29513BE360001" ma:format="DateOnly" fp:type="DateTime">
      <xs:simpleType>
        <xs:restriction base="dms:DateTime"/>
      </xs:simpleType>
    </xs:element>
    <xs:element name="RMNotes" ma:displayName="Märkused" ma:index="51" ma:internalName="RMNotes" nillable="true" fp:namespace="228B497073DE44A483E29513BE360001" fp:type="String">
      <xs:simpleType>
        <xs:restriction base="dms:Text"/>
      </xs:simpleType>
    </xs:element>
    <xs:element name="RMShouldArchiveFilesOnRegistration" ma:displayName="Teisendada registreerimisel arhiivivormingusse" ma:index="52" ma:internalName="RMShouldArchiveFilesOnRegistration" nillable="true" ma:readOnly="true" fp:namespace="228B497073DE44A483E29513BE360001" fp:type="Boolean">
      <xs:simpleType>
        <xs:restriction base="dms:Boolean"/>
      </xs:simpleType>
    </xs:element>
    <xs:element name="RMKeywords" ma:displayName="Märksõnad" ma:index="53" ma:internalName="RMKeywords" nillable="true" fp:namespace="228B497073DE44A483E29513BE360001" fp:type="String">
      <xs:simpleType>
        <xs:restriction base="dms:Text"/>
      </xs:simpleType>
    </xs:element>
    <xs:element name="RMStatus" ma:displayName="Seisundi kood" ma:index="54" ma:internalName="RMStatus" nillable="true" ma:readOnly="true" fp:namespace="228B497073DE44A483E29513BE360001" fp:type="String">
      <xs:simpleType>
        <xs:restriction base="dms:Text">
          <xs:maxLength value="255"/>
        </xs:restriction>
      </xs:simpleType>
    </xs:element>
  </xs:schema>
  <xs:schema xmlns="http://schemas.openxmlformats.org/package/2006/metadata/core-properties" xmlns:dc="http://purl.org/dc/elements/1.1/" xmlns:dcterms="http://purl.org/dc/terms/" xmlns:xsd="http://www.w3.org/2001/XMLSchema" targetNamespace="http://schemas.openxmlformats.org/package/2006/metadata/core-properties" elementFormDefault="qualified" blockDefault="#all">
    <xs:import namespace="http://purl.org/dc/elements/1.1/" schemaLocation="http://dublincore.org/schemas/xmls/qdc/2003/04/02/dc.xsd"/>
    <xs:import namespace="http://purl.org/dc/terms/" schemaLocation="http://dublincore.org/schemas/xmls/qdc/2003/04/02/dcterms.xsd"/>
    <xs:element name="coreProperties" type="CT_coreProperties"/>
    <xs:complexType name="CT_coreProperties">
      <xs:all>
        <xs:element ref="dc:creator" minOccurs="0"/>
        <xs:element ref="dcterms:created" minOccurs="0"/>
        <xs:element ref="dc:identifier" minOccurs="0"/>
        <xs:element name="contentType" type="xsd:string" minOccurs="0" ma:index="0"/>
        <xs:element ref="dc:title"/>
        <xs:element ref="dc:subject" minOccurs="0"/>
        <xs:element ref="dc:description" minOccurs="0"/>
        <xs:element name="keywords" type="xsd:string" minOccurs="0"/>
        <xs:element ref="dc:language" minOccurs="0"/>
        <xs:element name="category" type="xsd:string" minOccurs="0"/>
        <xs:element name="version" type="xsd:string" minOccurs="0"/>
        <xs:element name="revision" type="xsd:string" minOccurs="0"/>
        <xs:element name="lastModifiedBy" type="xsd:string" minOccurs="0"/>
        <xs:element ref="dcterms:modified" minOccurs="0"/>
        <xs:element name="contentStatus" type="xsd:string" minOccurs="0"/>
      </xs:all>
    </xs:complexType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p:properties xmlns:p="http://schemas.microsoft.com/office/2006/metadata/properties">
  <documentManagement xmlns:xsi="http://www.w3.org/2001/XMLSchema-instance">
    <RMUniqueID xmlns="4f28efae-2a20-4782-b43d-2717bdd273fa">cd1f383c-6f84-4d12-aa6b-541556260e46</RMUniqueID>
    <RMTitle xmlns="4f28efae-2a20-4782-b43d-2717bdd273fa"/>
    <RMRegistrationDate xmlns="4f28efae-2a20-4782-b43d-2717bdd273fa">2023-03-13T13:08:41.9876199Z</RMRegistrationDate>
    <RMReferenceCode xmlns="4f28efae-2a20-4782-b43d-2717bdd273fa">7-11/23/4865-2</RMReferenceCode>
    <RMFolderChain xmlns="4f28efae-2a20-4782-b43d-2717bdd273fa" xsi:nil="true"/>
    <ContactId xmlns="4f28efae-2a20-4782-b43d-2717bdd273fa" xsi:nil="true"/>
    <Asutus xmlns="4f28efae-2a20-4782-b43d-2717bdd273fa">Riigimetsa Majandamise Keskus</Asutus>
    <Isik xmlns="4f28efae-2a20-4782-b43d-2717bdd273fa">Bert Holm</Isik>
    <E-posti_x0020_aadress xmlns="4f28efae-2a20-4782-b43d-2717bdd273fa">bert.holm@rmk.ee</E-posti_x0020_aadress>
    <Aadress xmlns="4f28efae-2a20-4782-b43d-2717bdd273fa" xsi:nil="true"/>
    <Indeks xmlns="4f28efae-2a20-4782-b43d-2717bdd273fa" xsi:nil="true"/>
    <Linn_x002F_Vald xmlns="4f28efae-2a20-4782-b43d-2717bdd273fa" xsi:nil="true"/>
    <Maakond xmlns="4f28efae-2a20-4782-b43d-2717bdd273fa" xsi:nil="true"/>
    <RMRecipients xmlns="4f28efae-2a20-4782-b43d-2717bdd273fa" xsi:nil="true"/>
    <RMSenderRegNr xmlns="4f28efae-2a20-4782-b43d-2717bdd273fa" xsi:nil="true"/>
    <Saatja_x0020_kuupäev xmlns="4f28efae-2a20-4782-b43d-2717bdd273fa">2023-03-10T00:00:00</Saatja_x0020_kuupäev>
    <RMAdditionalRecipients xmlns="4f28efae-2a20-4782-b43d-2717bdd273fa" xsi:nil="true"/>
    <Allkirjastaja xmlns="4f28efae-2a20-4782-b43d-2717bdd273fa">Gunnar Sein</Allkirjastaja>
    <Allkirjastaja_x0020_nimi xmlns="4f28efae-2a20-4782-b43d-2717bdd273fa"/>
    <Allkirjastaja_x0020_amet_x002F_roll xmlns="4f28efae-2a20-4782-b43d-2717bdd273fa">juhataja</Allkirjastaja_x0020_amet_x002F_roll>
    <Koostaja xmlns="4f28efae-2a20-4782-b43d-2717bdd273fa">Kaie Kattai</Koostaja>
    <Koostaja_x0020_telefon xmlns="4f28efae-2a20-4782-b43d-2717bdd273fa">5300 1870</Koostaja_x0020_telefon>
    <Koostaja_x0020_e-post xmlns="4f28efae-2a20-4782-b43d-2717bdd273fa">kaie.kattai@keskkonnaamet.ee</Koostaja_x0020_e-post>
    <RMAccessRestriction xmlns="4f28efae-2a20-4782-b43d-2717bdd273fa"/>
    <RMAccessRestrictedFrom xmlns="4f28efae-2a20-4782-b43d-2717bdd273fa" xsi:nil="true"/>
    <RMAccessRestrictedUntil xmlns="4f28efae-2a20-4782-b43d-2717bdd273fa" xsi:nil="true"/>
    <RMForPDF xmlns="4f28efae-2a20-4782-b43d-2717bdd273fa">true</RMForPDF>
    <RMPrimaryDocument xmlns="4f28efae-2a20-4782-b43d-2717bdd273fa" xsi:nil="true"/>
    <RMSubDocumentCount xmlns="4f28efae-2a20-4782-b43d-2717bdd273fa" xsi:nil="true"/>
    <RMInSigningContainer xmlns="4f28efae-2a20-4782-b43d-2717bdd273fa" xsi:nil="true"/>
    <RMForSigning xmlns="4f28efae-2a20-4782-b43d-2717bdd273fa" xsi:nil="true"/>
    <RMBackgroundInfo xmlns="4f28efae-2a20-4782-b43d-2717bdd273fa" xsi:nil="true"/>
    <RMForPublic xmlns="4f28efae-2a20-4782-b43d-2717bdd273fa" xsi:nil="true"/>
    <RMRevisionStatus xmlns="4f28efae-2a20-4782-b43d-2717bdd273fa" xsi:nil="true"/>
    <RMAddDocumentDataToFileName xmlns="4f28efae-2a20-4782-b43d-2717bdd273fa">false</RMAddDocumentDataToFileName>
    <RMOrderPosition xmlns="4f28efae-2a20-4782-b43d-2717bdd273fa" xsi:nil="true"/>
    <RMAccessRestrictionOwner xmlns="4f28efae-2a20-4782-b43d-2717bdd273fa">Kaie Kattai</RMAccessRestrictionOwner>
    <RMAccessRestrictionLevel xmlns="4f28efae-2a20-4782-b43d-2717bdd273fa">Avalik</RMAccessRestrictionLevel>
    <RMAccessRestrictionReason xmlns="4f28efae-2a20-4782-b43d-2717bdd273fa" xsi:nil="true"/>
    <RMAccessRestrictionNotificationTime xmlns="4f28efae-2a20-4782-b43d-2717bdd273fa" xsi:nil="true"/>
    <RMAccessRestrictionDate xmlns="4f28efae-2a20-4782-b43d-2717bdd273fa" xsi:nil="true"/>
    <RMAccessRestrictionEndEvent xmlns="4f28efae-2a20-4782-b43d-2717bdd273fa" xsi:nil="true"/>
    <RMAccessRestrictionDuration xmlns="4f28efae-2a20-4782-b43d-2717bdd273fa" xsi:nil="true"/>
    <RMInheritedFields xmlns="4f28efae-2a20-4782-b43d-2717bdd273fa" xsi:nil="true"/>
    <Telefon xmlns="4f28efae-2a20-4782-b43d-2717bdd273fa" xsi:nil="true"/>
    <RMPublishedDocumentUniqueId xmlns="4f28efae-2a20-4782-b43d-2717bdd273fa" xsi:nil="true"/>
    <RMPaperDocumentRetentionSchedule xmlns="4f28efae-2a20-4782-b43d-2717bdd273fa" xsi:nil="true"/>
    <RMAccessRestrictionOwnerTemp xmlns="4f28efae-2a20-4782-b43d-2717bdd273fa" xsi:nil="true"/>
    <RMAccessRestrictionOwnerTempUntil xmlns="4f28efae-2a20-4782-b43d-2717bdd273fa" xsi:nil="true"/>
    <RMAccessRestrictionExtended xmlns="4f28efae-2a20-4782-b43d-2717bdd273fa" xsi:nil="true"/>
    <RMRetentionDeadline xmlns="4f28efae-2a20-4782-b43d-2717bdd273fa" xsi:nil="true"/>
    <RMNotes xmlns="4f28efae-2a20-4782-b43d-2717bdd273fa" xsi:nil="true"/>
    <RMShouldArchiveFilesOnRegistration xmlns="4f28efae-2a20-4782-b43d-2717bdd273fa">false</RMShouldArchiveFilesOnRegistration>
    <RMKeywords xmlns="4f28efae-2a20-4782-b43d-2717bdd273fa" xsi:nil="true"/>
    <RMStatus xmlns="4f28efae-2a20-4782-b43d-2717bdd273fa">Captured</RMStatus>
  </documentManagement>
</p:properties>
</file>

<file path=customXml/itemProps1.xml><?xml version="1.0" encoding="utf-8"?>
<ds:datastoreItem xmlns:ds="http://schemas.openxmlformats.org/officeDocument/2006/customXml" ds:itemID="{5167FD49-8194-49B4-805C-07B394F8F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B7377-EC60-40E5-B0C3-99369AA4F5F4}">
  <ds:schemaRefs>
    <ds:schemaRef ds:uri="http://schemas.microsoft.com/office/2006/metadata/properties/metaAttributes"/>
    <ds:schemaRef ds:uri="http://schemas.microsoft.com/office/2006/metadata/contentType"/>
    <ds:schemaRef ds:uri="http://schemas.microsoft.com/office/2006/metadata/properties"/>
    <ds:schemaRef ds:uri="4f28efae-2a20-4782-b43d-2717bdd273fa"/>
    <ds:schemaRef ds:uri="http://www.w3.org/2001/XMLSchem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webmedia.eu/flairPoint/propertyStores/ooxml/sharePointIntegration"/>
  </ds:schemaRefs>
</ds:datastoreItem>
</file>

<file path=customXml/itemProps3.xml><?xml version="1.0" encoding="utf-8"?>
<ds:datastoreItem xmlns:ds="http://schemas.openxmlformats.org/officeDocument/2006/customXml" ds:itemID="{85EF1341-2A63-464E-848F-A4980FDC74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11CDE5-CD88-48A0-8C3C-AFEFC3EA5071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4f28efae-2a20-4782-b43d-2717bdd273fa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4</TotalTime>
  <Pages>1</Pages>
  <Words>121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Looduskaitsetöö lähteülesanne (Rõuma lubjarikas aruniit)</dc:title>
  <dc:subject/>
  <dc:description/>
  <cp:lastModifiedBy>Tiina Smõtškov</cp:lastModifiedBy>
  <cp:revision>6</cp:revision>
  <cp:lastPrinted>2014-04-03T11:06:00Z</cp:lastPrinted>
  <dcterms:created xsi:type="dcterms:W3CDTF">2023-03-13T09:34:00Z</dcterms:created>
  <dcterms:modified xsi:type="dcterms:W3CDTF">2023-03-13T13:06:00Z</dcterms:modified>
</cp:coreProperties>
</file>